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42A902-76F9-404D-AE56-9A1379894AD4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